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7200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7200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K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022D6A" w:rsidRPr="00CD5617" w:rsidRDefault="005C4CBE" w:rsidP="00022D6A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  <w:p w:rsidR="008C3C4F" w:rsidRPr="00CD5617" w:rsidRDefault="008C3C4F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174E19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8707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174E19">
              <w:rPr>
                <w:rFonts w:ascii="Times New Roman" w:hAnsi="Times New Roman" w:cs="Times New Roman"/>
                <w:sz w:val="24"/>
                <w:szCs w:val="24"/>
              </w:rPr>
              <w:t>Let’s go on a scavenger hunt!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Pr="00BA6B36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BA6B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A6B36">
              <w:rPr>
                <w:rFonts w:ascii="Times New Roman" w:hAnsi="Times New Roman" w:cs="Times New Roman"/>
                <w:sz w:val="24"/>
                <w:szCs w:val="24"/>
              </w:rPr>
              <w:t>Task 1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BA6B36" w:rsidRPr="00BA6B36" w:rsidRDefault="008C13D7" w:rsidP="00BA6B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484"/>
            </w:tblGrid>
            <w:tr w:rsidR="00BA6B36">
              <w:trPr>
                <w:trHeight w:val="1040"/>
              </w:trPr>
              <w:tc>
                <w:tcPr>
                  <w:tcW w:w="0" w:type="auto"/>
                </w:tcPr>
                <w:p w:rsidR="00BA6B36" w:rsidRDefault="00BA6B36">
                  <w:pPr>
                    <w:pStyle w:val="Default"/>
                  </w:pPr>
                  <w:r>
                    <w:t xml:space="preserve">What does a number represent? </w:t>
                  </w:r>
                </w:p>
                <w:p w:rsidR="00BA6B36" w:rsidRDefault="00BA6B36">
                  <w:pPr>
                    <w:pStyle w:val="Default"/>
                  </w:pPr>
                  <w:r>
                    <w:t xml:space="preserve">Why do we use numerals? </w:t>
                  </w:r>
                </w:p>
                <w:p w:rsidR="00BA6B36" w:rsidRDefault="00BA6B36">
                  <w:pPr>
                    <w:pStyle w:val="Default"/>
                  </w:pPr>
                  <w:r>
                    <w:t xml:space="preserve">How are numbers arranged? </w:t>
                  </w:r>
                </w:p>
                <w:p w:rsidR="00BA6B36" w:rsidRDefault="00BA6B36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What are some ways we can find out how many objects are in a group? </w:t>
                  </w:r>
                  <w:bookmarkStart w:id="0" w:name="_GoBack"/>
                  <w:bookmarkEnd w:id="0"/>
                </w:p>
              </w:tc>
            </w:tr>
          </w:tbl>
          <w:p w:rsidR="00BA6B36" w:rsidRPr="008C13D7" w:rsidRDefault="00BA6B36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AA5BE9" w:rsidRDefault="00AA5BE9" w:rsidP="00FB1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157D">
              <w:rPr>
                <w:rFonts w:ascii="Times New Roman" w:hAnsi="Times New Roman" w:cs="Times New Roman"/>
                <w:sz w:val="24"/>
                <w:szCs w:val="24"/>
              </w:rPr>
              <w:t>Calendar</w:t>
            </w:r>
          </w:p>
          <w:p w:rsidR="00FB157D" w:rsidRDefault="00FB157D" w:rsidP="00FB157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380BDB">
              <w:rPr>
                <w:rFonts w:ascii="Times New Roman" w:hAnsi="Times New Roman" w:cs="Times New Roman"/>
                <w:i/>
                <w:sz w:val="24"/>
                <w:szCs w:val="24"/>
              </w:rPr>
              <w:t>Chicka</w:t>
            </w:r>
            <w:proofErr w:type="spellEnd"/>
            <w:r w:rsidR="00380B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="00380BDB">
              <w:rPr>
                <w:rFonts w:ascii="Times New Roman" w:hAnsi="Times New Roman" w:cs="Times New Roman"/>
                <w:i/>
                <w:sz w:val="24"/>
                <w:szCs w:val="24"/>
              </w:rPr>
              <w:t>Chicka</w:t>
            </w:r>
            <w:proofErr w:type="spellEnd"/>
            <w:r w:rsidR="00380BDB">
              <w:rPr>
                <w:rFonts w:ascii="Times New Roman" w:hAnsi="Times New Roman" w:cs="Times New Roman"/>
                <w:i/>
                <w:sz w:val="24"/>
                <w:szCs w:val="24"/>
              </w:rPr>
              <w:t>, 1, 2, 3</w:t>
            </w:r>
          </w:p>
          <w:p w:rsidR="005E4BB3" w:rsidRDefault="005E4BB3" w:rsidP="00FB1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SmartBoard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Ebeam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internet access</w:t>
            </w:r>
          </w:p>
          <w:p w:rsidR="005E4BB3" w:rsidRDefault="005E4BB3" w:rsidP="00FB1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-Jar</w:t>
            </w:r>
          </w:p>
          <w:p w:rsidR="00380BDB" w:rsidRPr="00380BDB" w:rsidRDefault="005E4BB3" w:rsidP="00FB1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-Numbers 10-25 on slips of paper (can be in the shape of pickles)</w:t>
            </w: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3346C6" w:rsidRPr="00AA5BE9" w:rsidRDefault="003346C6" w:rsidP="004C4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-Manipulatives</w:t>
            </w:r>
          </w:p>
        </w:tc>
        <w:tc>
          <w:tcPr>
            <w:tcW w:w="5496" w:type="dxa"/>
            <w:gridSpan w:val="2"/>
          </w:tcPr>
          <w:p w:rsidR="00D85633" w:rsidRDefault="00BA6B36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Count, number, how many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DF49106" wp14:editId="7A6C5ABC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9E1CA0C" wp14:editId="5610E9A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1DF92F6" wp14:editId="5915E086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375369DE" wp14:editId="161146CA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FD55E65" wp14:editId="27930636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E61FDF6" wp14:editId="2058B6FD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670BB9D" wp14:editId="2DDA364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7600247" wp14:editId="29442D25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21752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</w:p>
          <w:p w:rsidR="00BA6B36" w:rsidRPr="008C13D7" w:rsidRDefault="0072002B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K.CC.1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72002B" w:rsidRDefault="00905F69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-I can count to </w:t>
            </w:r>
            <w:r w:rsidR="00FB157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70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A6B36" w:rsidRDefault="00FB157D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-I can count to 25</w:t>
            </w:r>
            <w:r w:rsidR="00C521EA">
              <w:rPr>
                <w:rFonts w:ascii="Times New Roman" w:hAnsi="Times New Roman" w:cs="Times New Roman"/>
                <w:sz w:val="24"/>
                <w:szCs w:val="24"/>
              </w:rPr>
              <w:t xml:space="preserve"> starting from any number</w:t>
            </w:r>
            <w:r w:rsidR="00BA6B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707CF" w:rsidRPr="008707CF" w:rsidRDefault="008707CF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-I can count sets of objects.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FB157D" w:rsidRDefault="00646322" w:rsidP="00FB15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E1F43">
              <w:rPr>
                <w:rFonts w:ascii="Times New Roman" w:hAnsi="Times New Roman" w:cs="Times New Roman"/>
                <w:sz w:val="24"/>
                <w:szCs w:val="24"/>
              </w:rPr>
              <w:t>Count the number of days on the calendar.</w:t>
            </w:r>
            <w:r w:rsidR="00D546A6">
              <w:rPr>
                <w:rFonts w:ascii="Times New Roman" w:hAnsi="Times New Roman" w:cs="Times New Roman"/>
                <w:sz w:val="24"/>
                <w:szCs w:val="24"/>
              </w:rPr>
              <w:t xml:space="preserve"> Review counting by pointing to a number on the calendar, with the teacher identifying the number, and counting up to the date.</w:t>
            </w:r>
          </w:p>
          <w:p w:rsidR="003E1F43" w:rsidRDefault="003E1F43" w:rsidP="003E1F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-Ask students how many students they think we have in our class.  How can we figure that out?</w:t>
            </w:r>
          </w:p>
          <w:p w:rsidR="003E1F43" w:rsidRDefault="003E1F43" w:rsidP="00FB6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-Count to see how many students we have.  Elicit strategy of having students stand up one at a time while we count each number, beginning the concept of one-to-one correspondence.  Emphasize that we cannot count more than one number while pointing to one student.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</w:p>
          <w:p w:rsidR="003E1F43" w:rsidRDefault="003E1F43" w:rsidP="007B1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-Read the book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Chicka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Chicka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 1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,2,3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Review counting to 25, and introduce the concept of skip counting.</w:t>
            </w:r>
          </w:p>
          <w:p w:rsidR="00D546A6" w:rsidRDefault="00785962" w:rsidP="00D54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-Watch the 20 Pickle Pie Song from this site: </w:t>
            </w:r>
            <w:hyperlink r:id="rId13" w:history="1">
              <w:r w:rsidRPr="00C47F31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http://www.watchknowlearn.org/Video.aspx?VideoID=17858&amp;CategoryID=380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review numbers 1-20.</w:t>
            </w:r>
            <w:r w:rsidR="00D546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4ECC" w:rsidRPr="008707CF" w:rsidRDefault="00D546A6" w:rsidP="00D546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-Write numbers 10-25 on pieces of paper in the shapes of pickles, and put them in a jar.  Model pulling a pickle from the jar, identifying the number,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then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counting up to that number.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</w:p>
          <w:p w:rsidR="00D8607A" w:rsidRPr="00374ECC" w:rsidRDefault="00D546A6" w:rsidP="00D35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D35A15">
              <w:rPr>
                <w:rFonts w:ascii="Times New Roman" w:hAnsi="Times New Roman" w:cs="Times New Roman"/>
                <w:sz w:val="24"/>
                <w:szCs w:val="24"/>
              </w:rPr>
              <w:t>Play the pickle counting jar game: 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ave student volunteers come to the front and choose a </w:t>
            </w:r>
            <w:r w:rsidR="00D35A15">
              <w:rPr>
                <w:rFonts w:ascii="Times New Roman" w:hAnsi="Times New Roman" w:cs="Times New Roman"/>
                <w:sz w:val="24"/>
                <w:szCs w:val="24"/>
              </w:rPr>
              <w:t>pickle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from the jar.  The teacher will identify the number,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then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class will practice counting up </w:t>
            </w:r>
            <w:r w:rsidR="00D35A15">
              <w:rPr>
                <w:rFonts w:ascii="Times New Roman" w:hAnsi="Times New Roman" w:cs="Times New Roman"/>
                <w:sz w:val="24"/>
                <w:szCs w:val="24"/>
              </w:rPr>
              <w:t xml:space="preserve">to the number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together.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</w:p>
          <w:p w:rsidR="00D8607A" w:rsidRPr="00374ECC" w:rsidRDefault="00D8607A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-Small group counting centers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</w:p>
          <w:p w:rsidR="00AA5BE9" w:rsidRDefault="00AA5BE9" w:rsidP="006463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E00C7">
              <w:rPr>
                <w:rFonts w:ascii="Times New Roman" w:hAnsi="Times New Roman" w:cs="Times New Roman"/>
                <w:sz w:val="24"/>
                <w:szCs w:val="24"/>
              </w:rPr>
              <w:t>Practice counting using actions.</w:t>
            </w:r>
          </w:p>
          <w:p w:rsidR="009F06B4" w:rsidRPr="00AA5BE9" w:rsidRDefault="009F06B4" w:rsidP="00C97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8607A">
              <w:rPr>
                <w:rFonts w:ascii="Times New Roman" w:hAnsi="Times New Roman" w:cs="Times New Roman"/>
                <w:sz w:val="24"/>
                <w:szCs w:val="24"/>
              </w:rPr>
              <w:t xml:space="preserve">Practice counting to various numbers using a </w:t>
            </w:r>
            <w:r w:rsidR="00C97AA3">
              <w:rPr>
                <w:rFonts w:ascii="Times New Roman" w:hAnsi="Times New Roman" w:cs="Times New Roman"/>
                <w:sz w:val="24"/>
                <w:szCs w:val="24"/>
              </w:rPr>
              <w:t>1-30</w:t>
            </w:r>
            <w:r w:rsidR="00D8607A">
              <w:rPr>
                <w:rFonts w:ascii="Times New Roman" w:hAnsi="Times New Roman" w:cs="Times New Roman"/>
                <w:sz w:val="24"/>
                <w:szCs w:val="24"/>
              </w:rPr>
              <w:t xml:space="preserve"> board.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C97AA3" w:rsidRDefault="00C97AA3" w:rsidP="00C97A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-In centers, have students work with higher numbers.</w:t>
            </w:r>
          </w:p>
          <w:p w:rsidR="00D35A15" w:rsidRDefault="00D35A15" w:rsidP="00C97A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-Have numeral cards and number sets available during math stations for students who are ready.</w:t>
            </w:r>
          </w:p>
          <w:p w:rsidR="00D35A15" w:rsidRDefault="00D35A15" w:rsidP="00C97A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B94" w:rsidRDefault="00B75B94" w:rsidP="00B75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2" w:type="dxa"/>
            <w:gridSpan w:val="3"/>
          </w:tcPr>
          <w:p w:rsidR="005C4CBE" w:rsidRDefault="00B75B94" w:rsidP="001E0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E00C7">
              <w:rPr>
                <w:rFonts w:ascii="Times New Roman" w:hAnsi="Times New Roman" w:cs="Times New Roman"/>
                <w:sz w:val="24"/>
                <w:szCs w:val="24"/>
              </w:rPr>
              <w:t xml:space="preserve">During independent practice work individually or in small groups with lower students, practicing counting together, and modeling one-on-one counting.  </w:t>
            </w:r>
          </w:p>
          <w:p w:rsidR="00B75B94" w:rsidRDefault="00B75B94" w:rsidP="001E00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-Go back an</w:t>
            </w:r>
            <w:r w:rsidR="00C97AA3">
              <w:rPr>
                <w:rFonts w:ascii="Times New Roman" w:hAnsi="Times New Roman" w:cs="Times New Roman"/>
                <w:sz w:val="24"/>
                <w:szCs w:val="24"/>
              </w:rPr>
              <w:t>d focus on the lower numbers 0-10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7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456"/>
            </w:tblGrid>
            <w:tr w:rsidR="00262066">
              <w:trPr>
                <w:trHeight w:val="883"/>
              </w:trPr>
              <w:tc>
                <w:tcPr>
                  <w:tcW w:w="0" w:type="auto"/>
                </w:tcPr>
                <w:p w:rsidR="00262066" w:rsidRDefault="00262066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-Model the task as many times as needed for the student. </w:t>
                  </w:r>
                </w:p>
                <w:p w:rsidR="00380BDB" w:rsidRDefault="00380BDB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-Review the counting sequence orally.</w:t>
                  </w:r>
                </w:p>
                <w:p w:rsidR="000F2B29" w:rsidRDefault="00262066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-Explain instructions step-by-step, </w:t>
                  </w:r>
                  <w:r w:rsidR="00D81037">
                    <w:rPr>
                      <w:sz w:val="22"/>
                      <w:szCs w:val="22"/>
                    </w:rPr>
                    <w:t>rephrasing where necessary.  Orally g</w:t>
                  </w:r>
                  <w:r>
                    <w:rPr>
                      <w:sz w:val="22"/>
                      <w:szCs w:val="22"/>
                    </w:rPr>
                    <w:t>o through each number one-on-one, having the students repeat after the teacher model.</w:t>
                  </w:r>
                  <w:r w:rsidR="00D81037">
                    <w:rPr>
                      <w:sz w:val="22"/>
                      <w:szCs w:val="22"/>
                    </w:rPr>
                    <w:t xml:space="preserve">  </w:t>
                  </w:r>
                </w:p>
                <w:p w:rsidR="00262066" w:rsidRDefault="00262066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-Count along with the students.</w:t>
                  </w:r>
                </w:p>
                <w:p w:rsidR="00262066" w:rsidRDefault="00262066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380BDB" w:rsidRDefault="00B75B94" w:rsidP="00D35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35A15">
              <w:rPr>
                <w:rFonts w:ascii="Times New Roman" w:hAnsi="Times New Roman" w:cs="Times New Roman"/>
                <w:sz w:val="24"/>
                <w:szCs w:val="24"/>
              </w:rPr>
              <w:t>Teacher observation during counting with actions game.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55C" w:rsidRDefault="00A5355C" w:rsidP="00D7779B">
      <w:pPr>
        <w:spacing w:after="0" w:line="240" w:lineRule="auto"/>
      </w:pPr>
      <w:r>
        <w:separator/>
      </w:r>
    </w:p>
  </w:endnote>
  <w:endnote w:type="continuationSeparator" w:id="0">
    <w:p w:rsidR="00A5355C" w:rsidRDefault="00A5355C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1D" w:rsidRDefault="007B401D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55C" w:rsidRDefault="00A5355C" w:rsidP="00D7779B">
      <w:pPr>
        <w:spacing w:after="0" w:line="240" w:lineRule="auto"/>
      </w:pPr>
      <w:r>
        <w:separator/>
      </w:r>
    </w:p>
  </w:footnote>
  <w:footnote w:type="continuationSeparator" w:id="0">
    <w:p w:rsidR="00A5355C" w:rsidRDefault="00A5355C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22D6A"/>
    <w:rsid w:val="000531B1"/>
    <w:rsid w:val="000F2B29"/>
    <w:rsid w:val="00174E19"/>
    <w:rsid w:val="001E00C7"/>
    <w:rsid w:val="00224A5F"/>
    <w:rsid w:val="002563B0"/>
    <w:rsid w:val="00262066"/>
    <w:rsid w:val="00274ACD"/>
    <w:rsid w:val="0028190D"/>
    <w:rsid w:val="00302321"/>
    <w:rsid w:val="003346C6"/>
    <w:rsid w:val="00374ECC"/>
    <w:rsid w:val="00380BDB"/>
    <w:rsid w:val="003D7D31"/>
    <w:rsid w:val="003E1F43"/>
    <w:rsid w:val="004375F1"/>
    <w:rsid w:val="00482836"/>
    <w:rsid w:val="004B658C"/>
    <w:rsid w:val="004C4ADC"/>
    <w:rsid w:val="0051657B"/>
    <w:rsid w:val="00570FB8"/>
    <w:rsid w:val="005C4CBE"/>
    <w:rsid w:val="005E4BB3"/>
    <w:rsid w:val="00643719"/>
    <w:rsid w:val="00646322"/>
    <w:rsid w:val="00646811"/>
    <w:rsid w:val="006A0ACD"/>
    <w:rsid w:val="0072002B"/>
    <w:rsid w:val="00785962"/>
    <w:rsid w:val="007B1313"/>
    <w:rsid w:val="007B401D"/>
    <w:rsid w:val="00810247"/>
    <w:rsid w:val="00815CEE"/>
    <w:rsid w:val="00830004"/>
    <w:rsid w:val="008707CF"/>
    <w:rsid w:val="00872B76"/>
    <w:rsid w:val="008C13D7"/>
    <w:rsid w:val="008C3C4F"/>
    <w:rsid w:val="008C5C3C"/>
    <w:rsid w:val="00905F69"/>
    <w:rsid w:val="009B085C"/>
    <w:rsid w:val="009F06B4"/>
    <w:rsid w:val="00A01113"/>
    <w:rsid w:val="00A5355C"/>
    <w:rsid w:val="00A67FA5"/>
    <w:rsid w:val="00AA5BE9"/>
    <w:rsid w:val="00B34FB8"/>
    <w:rsid w:val="00B51CA8"/>
    <w:rsid w:val="00B75B94"/>
    <w:rsid w:val="00BA6B36"/>
    <w:rsid w:val="00C0514E"/>
    <w:rsid w:val="00C0658E"/>
    <w:rsid w:val="00C40CF9"/>
    <w:rsid w:val="00C521EA"/>
    <w:rsid w:val="00C92D93"/>
    <w:rsid w:val="00C97AA3"/>
    <w:rsid w:val="00CB2DBC"/>
    <w:rsid w:val="00CD5617"/>
    <w:rsid w:val="00D35A15"/>
    <w:rsid w:val="00D546A6"/>
    <w:rsid w:val="00D7779B"/>
    <w:rsid w:val="00D81037"/>
    <w:rsid w:val="00D85633"/>
    <w:rsid w:val="00D8607A"/>
    <w:rsid w:val="00F20101"/>
    <w:rsid w:val="00FB157D"/>
    <w:rsid w:val="00FB67C8"/>
    <w:rsid w:val="00FD2B2A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A6B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859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A6B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859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watchknowlearn.org/Video.aspx?VideoID=17858&amp;CategoryID=380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www.w3.org/XML/1998/namespace"/>
    <ds:schemaRef ds:uri="http://purl.org/dc/terms/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3BA9C5-6146-45D5-9EBB-EEBBF1C71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33A1E4F.dotm</Template>
  <TotalTime>1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Teacher</cp:lastModifiedBy>
  <cp:revision>2</cp:revision>
  <dcterms:created xsi:type="dcterms:W3CDTF">2012-06-27T16:09:00Z</dcterms:created>
  <dcterms:modified xsi:type="dcterms:W3CDTF">2012-06-27T16:09:00Z</dcterms:modified>
</cp:coreProperties>
</file>